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92B9A" w14:textId="77777777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8255F2" w:rsidRPr="008255F2">
        <w:rPr>
          <w:rFonts w:ascii="Arial" w:hAnsi="Arial" w:cs="Arial"/>
          <w:bCs/>
          <w:i w:val="0"/>
          <w:szCs w:val="24"/>
        </w:rPr>
        <w:t>4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093A30DD" w14:textId="77777777" w:rsidTr="00467CA2">
        <w:tc>
          <w:tcPr>
            <w:tcW w:w="2800" w:type="dxa"/>
          </w:tcPr>
          <w:p w14:paraId="22FA6C1E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7C12851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D88235C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AC16B33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1B922E9B" w14:textId="77777777" w:rsidTr="00467CA2">
        <w:tc>
          <w:tcPr>
            <w:tcW w:w="2800" w:type="dxa"/>
          </w:tcPr>
          <w:p w14:paraId="18713DA5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4B568EA0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2AA65F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E17A141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212AAAD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1A97492F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2A9BCB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AA798A2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38DF4ABE" w14:textId="1C0718A9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8255F2" w:rsidRPr="008255F2">
        <w:rPr>
          <w:rFonts w:ascii="Arial" w:hAnsi="Arial" w:cs="Arial"/>
          <w:sz w:val="24"/>
          <w:szCs w:val="24"/>
        </w:rPr>
        <w:t>(t.j. Dz. U. z 2024 poz. 1320</w:t>
      </w:r>
      <w:r w:rsidR="00813856">
        <w:rPr>
          <w:rFonts w:ascii="Arial" w:hAnsi="Arial" w:cs="Arial"/>
          <w:sz w:val="24"/>
          <w:szCs w:val="24"/>
        </w:rPr>
        <w:t xml:space="preserve"> ze zm.</w:t>
      </w:r>
      <w:r w:rsidR="008255F2" w:rsidRPr="008255F2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6524C8D1" w14:textId="77777777" w:rsidTr="00467CA2">
        <w:tc>
          <w:tcPr>
            <w:tcW w:w="2269" w:type="dxa"/>
          </w:tcPr>
          <w:p w14:paraId="69433D7A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539A6515" w14:textId="77777777" w:rsidR="00D520D3" w:rsidRPr="00A2540E" w:rsidRDefault="008255F2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255F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Termomodernizacja budynku Wojewódzkiego Zakładu Opieki Psychiatrycznej w Sokołówce</w:t>
            </w:r>
            <w:r w:rsidR="00D520D3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8255F2" w:rsidRPr="00A2540E" w14:paraId="3C8C3FD8" w14:textId="77777777" w:rsidTr="009912C0">
        <w:tc>
          <w:tcPr>
            <w:tcW w:w="2269" w:type="dxa"/>
          </w:tcPr>
          <w:p w14:paraId="4F38F33C" w14:textId="77777777" w:rsidR="008255F2" w:rsidRPr="00A2540E" w:rsidRDefault="008255F2" w:rsidP="009912C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6D8218F" w14:textId="3F6F78FB" w:rsidR="008255F2" w:rsidRPr="00A2540E" w:rsidRDefault="00813856" w:rsidP="009912C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ZP2/2025</w:t>
            </w:r>
          </w:p>
        </w:tc>
      </w:tr>
    </w:tbl>
    <w:p w14:paraId="6B7A1396" w14:textId="77777777" w:rsidR="00DC652A" w:rsidRPr="00053927" w:rsidRDefault="008255F2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454E64B1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6B79B63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3751172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F1263A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0A5465BA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62CF3E33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43921C1E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74D92D3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560680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26A11B6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A366169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2343E15F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7E29C662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23ACABBE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32456187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2ABB5927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057F03A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bookmarkEnd w:id="0"/>
    <w:p w14:paraId="5941BD5B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0F146" w14:textId="77777777" w:rsidR="008D2628" w:rsidRDefault="008D2628" w:rsidP="00025386">
      <w:pPr>
        <w:spacing w:after="0" w:line="240" w:lineRule="auto"/>
      </w:pPr>
      <w:r>
        <w:separator/>
      </w:r>
    </w:p>
  </w:endnote>
  <w:endnote w:type="continuationSeparator" w:id="0">
    <w:p w14:paraId="4EAADA6D" w14:textId="77777777" w:rsidR="008D2628" w:rsidRDefault="008D262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2A16D" w14:textId="77777777" w:rsidR="008255F2" w:rsidRDefault="008255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BCF51" w14:textId="3281189D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E8D3A4D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4CDCF" w14:textId="77777777" w:rsidR="008255F2" w:rsidRDefault="00825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20B3C" w14:textId="77777777" w:rsidR="008D2628" w:rsidRDefault="008D2628" w:rsidP="00025386">
      <w:pPr>
        <w:spacing w:after="0" w:line="240" w:lineRule="auto"/>
      </w:pPr>
      <w:r>
        <w:separator/>
      </w:r>
    </w:p>
  </w:footnote>
  <w:footnote w:type="continuationSeparator" w:id="0">
    <w:p w14:paraId="76529DBA" w14:textId="77777777" w:rsidR="008D2628" w:rsidRDefault="008D262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76BCF" w14:textId="77777777" w:rsidR="008255F2" w:rsidRDefault="008255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C322" w14:textId="5514B9A8" w:rsidR="008255F2" w:rsidRDefault="00813856">
    <w:pPr>
      <w:pStyle w:val="Nagwek"/>
    </w:pPr>
    <w:r w:rsidRPr="00D8540D">
      <w:rPr>
        <w:noProof/>
      </w:rPr>
      <w:drawing>
        <wp:inline distT="0" distB="0" distL="0" distR="0" wp14:anchorId="1CF179B2" wp14:editId="0CE8ABD5">
          <wp:extent cx="5954395" cy="6292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39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9139C" w14:textId="77777777" w:rsidR="008255F2" w:rsidRDefault="008255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8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9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4374F2"/>
    <w:rsid w:val="00460705"/>
    <w:rsid w:val="00467CA2"/>
    <w:rsid w:val="00485239"/>
    <w:rsid w:val="004E27D7"/>
    <w:rsid w:val="0055145C"/>
    <w:rsid w:val="005624D8"/>
    <w:rsid w:val="00620476"/>
    <w:rsid w:val="00657A47"/>
    <w:rsid w:val="0071340C"/>
    <w:rsid w:val="00745A44"/>
    <w:rsid w:val="007666D6"/>
    <w:rsid w:val="007D6755"/>
    <w:rsid w:val="007F49C7"/>
    <w:rsid w:val="00813856"/>
    <w:rsid w:val="00824D73"/>
    <w:rsid w:val="008255F2"/>
    <w:rsid w:val="00830970"/>
    <w:rsid w:val="008833CF"/>
    <w:rsid w:val="008B797E"/>
    <w:rsid w:val="008D2628"/>
    <w:rsid w:val="008F2498"/>
    <w:rsid w:val="0093388F"/>
    <w:rsid w:val="00A56A6F"/>
    <w:rsid w:val="00A87380"/>
    <w:rsid w:val="00AF4E90"/>
    <w:rsid w:val="00AF7375"/>
    <w:rsid w:val="00B62AD0"/>
    <w:rsid w:val="00B77707"/>
    <w:rsid w:val="00BE3BCE"/>
    <w:rsid w:val="00CB29AC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334B4"/>
    <w:rsid w:val="00F93979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AC348"/>
  <w15:chartTrackingRefBased/>
  <w15:docId w15:val="{B5D5ED10-DDF9-44F1-8F9D-EF0BA8C8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r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Boroń</dc:creator>
  <cp:keywords/>
  <dc:description/>
  <cp:lastModifiedBy>Magdalena Boroń</cp:lastModifiedBy>
  <cp:revision>2</cp:revision>
  <dcterms:created xsi:type="dcterms:W3CDTF">2025-12-10T12:32:00Z</dcterms:created>
  <dcterms:modified xsi:type="dcterms:W3CDTF">2025-12-10T12:32:00Z</dcterms:modified>
</cp:coreProperties>
</file>